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MICROPROCESSADORES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r>
              <w:rPr>
                <w:sz w:val="22"/>
              </w:rPr>
              <w:t>GEELAR 1902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OPT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</w:pPr>
            <w:bookmarkStart w:id="0" w:name="_GoBack"/>
            <w:bookmarkEnd w:id="0"/>
            <w:r>
              <w:rPr>
                <w:rFonts w:cs="Arial" w:ascii="Arial" w:hAnsi="Arial"/>
              </w:rPr>
              <w:t>GEXTAR 1204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</w:rPr>
            </w:pPr>
            <w:r>
              <w:rPr>
                <w:rFonts w:cs="Arial" w:ascii="Arial" w:hAnsi="Arial"/>
              </w:rPr>
              <w:t>GEELAR 1301</w:t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GEELAR 1502</w:t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2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54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Arquitetura básica de um computador. Características básicas de hardware e software dos principais microprocessadores. Comunicação de dados: portas paralelas e seriais. Projetos em hardware e software. Técnicas de interfaces: utilização de conversores D/A e A/D com microcomputadores, empregando linguagem de máquina. Microcontroladores.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1.F. M. Cady, Microcontrollers and Microcomputers Principles of Software and Hardware Engineering, 2nd Edition, Oxford, 2009.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2.A. Shaw, Sistemas e Software de Tempo Real, Ed. Bookman, 2003.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3.R. Tokheim, Fundamentos de Eletrônica Digital: Sistemas Sequenciais - Volume 2, 7ª Edição, Mc Graw Hill,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1.J. W. Bignell, R. Donovan, Eletrônica Digital, 5ª Edição, Cengage Learning, 2010.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2.B.P. Lathi, Sinais e Sistemas Lineares, 2ª Edição, Bookman, 2006.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3.K. A. Ästrom, B. Wittenmark, Computer-Controlled Systems – Theory and Design, 3rd Edition, Dover Publications,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4.J. K. Peckol, Embedded Systems: A Contemporary Design Tool, 1st Edition, Wiley, 2007.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5.M. J. Murdocca, V. P. Heuring, Computer Architecture and Organization: An Integrated Approach, Wiley, 2007.</w:t>
            </w:r>
            <w:r/>
          </w:p>
        </w:tc>
      </w:tr>
    </w:tbl>
    <w:p>
      <w:pPr>
        <w:pStyle w:val="Normal"/>
        <w:ind w:left="142" w:hanging="0"/>
        <w:rPr>
          <w:lang w:val="en-US" w:eastAsia="zh-CN"/>
        </w:rPr>
      </w:pPr>
      <w:r>
        <w:rPr>
          <w:lang w:val="en-US"/>
        </w:rPr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Introduzir os conceitos básicos necessários ao aprendizado das técnicas de projeto de sistemas com microprocessadores e microcontroladores. Realizar projetos simples utilizando um microcontrolador.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INTRODUÇÃO E HISTÓRICO.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Evolução e histórico dos microcontroladores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Microprocessadores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Famílias de microcontroladores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Aplicações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ARQUITETURA BÁSICA DE MICROCONTROLADORES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ULA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UDC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Acumulador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Temporizadores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Portas de entrada e saída (I/O)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Registradores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Periféricos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REGISTRADORES DE FUNÇÕES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Registradores de bit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Mapeamento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Funções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Endereçamento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INSTRUÇÕES DE PROGRAMAÇÃO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Instruções de bit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Movimentação de dados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Lógicas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Aritméticas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ANALÓGICO/DIGITAL (A/D)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Sinais elétricos de interface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Conversão AD e DA.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TEMPORIZADORES E CONTADORES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Temporização por software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Utilização dos Temporizadores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Temporizadores especiais (Watchdog)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INTERRUPÇÕES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Interrupções de software e hardware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Registradores associados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Hierarquia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DISPOSITIVOS DE MEMÓRIAS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Temporização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Escrita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Leitura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AMBIENTE DE PROGRAMAÇÃO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Editoração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Compilação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Montagem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Simulação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Programação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PROGRAMAÇÃO DO MICROCONTROLADOR EM APLICAÇÕES PRÁTICAS.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Botões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LEDs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Displays de 7 segmentos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LCD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Conversores A/D ou D/A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Comunicação serial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Motor de passo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Servo motor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Motor DC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135</TotalTime>
  <Application>LibreOffice/4.3.5.2$Windows_x86 LibreOffice_project/3a87456aaa6a95c63eea1c1b3201acedf0751bd5</Application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2017-03-16T16:49:00Z</dcterms:created>
  <dc:creator>Camila Fernandes</dc:creator>
  <dc:language>pt-BR</dc:language>
  <cp:lastPrinted>1997-06-12T06:05:00Z</cp:lastPrinted>
  <dcterms:modified xsi:type="dcterms:W3CDTF">2017-05-04T10:54:25Z</dcterms:modified>
  <cp:revision>3</cp:revision>
  <dc:title>MINISTÉRIO DA EDUCAÇÃO E DO DESPORTO</dc:title>
</cp:coreProperties>
</file>